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0FB01" w14:textId="77777777" w:rsidR="005C7AFF" w:rsidRPr="00F914B7" w:rsidRDefault="005C7AFF" w:rsidP="005C7AFF">
      <w:pPr>
        <w:jc w:val="right"/>
        <w:rPr>
          <w:rFonts w:ascii="Calibri" w:hAnsi="Calibri" w:cs="Calibri"/>
          <w:sz w:val="16"/>
          <w:szCs w:val="16"/>
        </w:rPr>
      </w:pPr>
    </w:p>
    <w:p w14:paraId="133A3A85" w14:textId="0E8E82B8" w:rsidR="005C7AFF" w:rsidRDefault="007E74CD" w:rsidP="005C7AFF">
      <w:pPr>
        <w:jc w:val="right"/>
        <w:rPr>
          <w:rFonts w:ascii="Calibri" w:hAnsi="Calibri" w:cs="Calibri"/>
          <w:b/>
        </w:rPr>
      </w:pPr>
      <w:r w:rsidRPr="007E74CD">
        <w:rPr>
          <w:rFonts w:ascii="Calibri" w:hAnsi="Calibri" w:cs="Calibri"/>
          <w:b/>
        </w:rPr>
        <w:t>Anexa 1</w:t>
      </w:r>
      <w:r w:rsidR="002415F4">
        <w:rPr>
          <w:rFonts w:ascii="Calibri" w:hAnsi="Calibri" w:cs="Calibri"/>
          <w:b/>
        </w:rPr>
        <w:t>5</w:t>
      </w:r>
    </w:p>
    <w:p w14:paraId="3BE3BC09" w14:textId="77777777" w:rsidR="007E74CD" w:rsidRPr="007E74CD" w:rsidRDefault="007E74CD" w:rsidP="005C7AFF">
      <w:pPr>
        <w:jc w:val="right"/>
        <w:rPr>
          <w:rFonts w:ascii="Calibri" w:hAnsi="Calibri" w:cs="Calibri"/>
          <w:b/>
        </w:rPr>
      </w:pPr>
    </w:p>
    <w:p w14:paraId="2AB17632" w14:textId="77777777" w:rsidR="00387F6D" w:rsidRPr="00387F6D" w:rsidRDefault="00387F6D" w:rsidP="007E74CD">
      <w:pPr>
        <w:shd w:val="clear" w:color="auto" w:fill="E6E6E6"/>
        <w:jc w:val="center"/>
        <w:rPr>
          <w:b/>
          <w:bCs/>
          <w:snapToGrid w:val="0"/>
          <w:lang w:eastAsia="en-US"/>
        </w:rPr>
      </w:pPr>
    </w:p>
    <w:p w14:paraId="7510163B" w14:textId="77777777" w:rsidR="00387F6D" w:rsidRPr="00387F6D" w:rsidRDefault="00387F6D" w:rsidP="00387F6D">
      <w:pPr>
        <w:shd w:val="clear" w:color="auto" w:fill="E6E6E6"/>
        <w:jc w:val="both"/>
        <w:rPr>
          <w:rFonts w:asciiTheme="minorHAnsi" w:hAnsiTheme="minorHAnsi" w:cstheme="minorHAnsi"/>
          <w:b/>
          <w:bCs/>
          <w:snapToGrid w:val="0"/>
          <w:lang w:eastAsia="en-US"/>
        </w:rPr>
      </w:pPr>
      <w:r w:rsidRPr="00387F6D">
        <w:rPr>
          <w:rFonts w:asciiTheme="minorHAnsi" w:hAnsiTheme="minorHAnsi" w:cstheme="minorHAnsi"/>
          <w:b/>
          <w:bCs/>
          <w:snapToGrid w:val="0"/>
          <w:lang w:eastAsia="en-US"/>
        </w:rPr>
        <w:t xml:space="preserve">Lista de echipamente și/sau </w:t>
      </w:r>
      <w:r w:rsidR="00F52838">
        <w:rPr>
          <w:rFonts w:asciiTheme="minorHAnsi" w:hAnsiTheme="minorHAnsi" w:cstheme="minorHAnsi"/>
          <w:b/>
          <w:bCs/>
          <w:snapToGrid w:val="0"/>
          <w:lang w:eastAsia="en-US"/>
        </w:rPr>
        <w:t xml:space="preserve">dotări și/sau </w:t>
      </w:r>
      <w:r w:rsidRPr="00387F6D">
        <w:rPr>
          <w:rFonts w:asciiTheme="minorHAnsi" w:hAnsiTheme="minorHAnsi" w:cstheme="minorHAnsi"/>
          <w:b/>
          <w:bCs/>
          <w:snapToGrid w:val="0"/>
          <w:lang w:eastAsia="en-US"/>
        </w:rPr>
        <w:t>lucrări și/sau servicii cu încadrarea acestora pe secțiunea de cheltuieli eligibile /neeligibile (dacă este cazul)</w:t>
      </w:r>
    </w:p>
    <w:p w14:paraId="0531CCE0" w14:textId="77777777" w:rsidR="00387F6D" w:rsidRPr="00387F6D" w:rsidRDefault="00387F6D" w:rsidP="00387F6D">
      <w:pPr>
        <w:shd w:val="clear" w:color="auto" w:fill="E6E6E6"/>
        <w:jc w:val="both"/>
        <w:rPr>
          <w:rFonts w:asciiTheme="minorHAnsi" w:hAnsiTheme="minorHAnsi" w:cstheme="minorHAnsi"/>
          <w:b/>
          <w:bCs/>
          <w:snapToGrid w:val="0"/>
          <w:lang w:eastAsia="en-US"/>
        </w:rPr>
      </w:pPr>
    </w:p>
    <w:p w14:paraId="628D4F2A" w14:textId="77777777" w:rsidR="00387F6D" w:rsidRPr="00387F6D" w:rsidRDefault="00387F6D" w:rsidP="00387F6D">
      <w:pPr>
        <w:spacing w:before="120" w:after="120"/>
        <w:rPr>
          <w:rFonts w:asciiTheme="minorHAnsi" w:hAnsiTheme="minorHAnsi" w:cstheme="minorHAnsi"/>
          <w:lang w:eastAsia="en-US"/>
        </w:rPr>
      </w:pPr>
      <w:r w:rsidRPr="00387F6D">
        <w:rPr>
          <w:rFonts w:asciiTheme="minorHAnsi" w:hAnsiTheme="minorHAnsi" w:cstheme="minorHAnsi"/>
          <w:lang w:eastAsia="en-US"/>
        </w:rPr>
        <w:t xml:space="preserve">În </w:t>
      </w:r>
      <w:r w:rsidR="007F6E00" w:rsidRPr="00387F6D">
        <w:rPr>
          <w:rFonts w:asciiTheme="minorHAnsi" w:hAnsiTheme="minorHAnsi" w:cstheme="minorHAnsi"/>
          <w:lang w:eastAsia="en-US"/>
        </w:rPr>
        <w:t>funcție</w:t>
      </w:r>
      <w:r w:rsidRPr="00387F6D">
        <w:rPr>
          <w:rFonts w:asciiTheme="minorHAnsi" w:hAnsiTheme="minorHAnsi" w:cstheme="minorHAnsi"/>
          <w:lang w:eastAsia="en-US"/>
        </w:rPr>
        <w:t xml:space="preserve"> de tipul de proiect, </w:t>
      </w:r>
      <w:r w:rsidR="007F6E00" w:rsidRPr="00387F6D">
        <w:rPr>
          <w:rFonts w:asciiTheme="minorHAnsi" w:hAnsiTheme="minorHAnsi" w:cstheme="minorHAnsi"/>
          <w:lang w:eastAsia="en-US"/>
        </w:rPr>
        <w:t>și</w:t>
      </w:r>
      <w:r w:rsidRPr="00387F6D">
        <w:rPr>
          <w:rFonts w:asciiTheme="minorHAnsi" w:hAnsiTheme="minorHAnsi" w:cstheme="minorHAnsi"/>
          <w:lang w:eastAsia="en-US"/>
        </w:rPr>
        <w:t xml:space="preserve"> de ce se propune a se </w:t>
      </w:r>
      <w:r w:rsidR="007F6E00" w:rsidRPr="00387F6D">
        <w:rPr>
          <w:rFonts w:asciiTheme="minorHAnsi" w:hAnsiTheme="minorHAnsi" w:cstheme="minorHAnsi"/>
          <w:lang w:eastAsia="en-US"/>
        </w:rPr>
        <w:t>achiziționa</w:t>
      </w:r>
      <w:r w:rsidRPr="00387F6D">
        <w:rPr>
          <w:rFonts w:asciiTheme="minorHAnsi" w:hAnsiTheme="minorHAnsi" w:cstheme="minorHAnsi"/>
          <w:lang w:eastAsia="en-US"/>
        </w:rPr>
        <w:t xml:space="preserve"> se va completa următorul tabel:</w:t>
      </w:r>
    </w:p>
    <w:p w14:paraId="6222FB63" w14:textId="77777777" w:rsidR="00387F6D" w:rsidRPr="00387F6D" w:rsidRDefault="00387F6D" w:rsidP="00387F6D">
      <w:pPr>
        <w:spacing w:before="120" w:after="120"/>
        <w:rPr>
          <w:rFonts w:asciiTheme="minorHAnsi" w:hAnsiTheme="minorHAnsi" w:cstheme="minorHAnsi"/>
          <w:lang w:eastAsia="en-US"/>
        </w:rPr>
      </w:pPr>
    </w:p>
    <w:tbl>
      <w:tblPr>
        <w:tblW w:w="1004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4"/>
        <w:gridCol w:w="1985"/>
        <w:gridCol w:w="708"/>
        <w:gridCol w:w="1187"/>
        <w:gridCol w:w="1170"/>
        <w:gridCol w:w="1469"/>
        <w:gridCol w:w="1080"/>
        <w:gridCol w:w="1733"/>
      </w:tblGrid>
      <w:tr w:rsidR="00387F6D" w:rsidRPr="00387F6D" w14:paraId="2A14B666" w14:textId="77777777" w:rsidTr="000A2C6C">
        <w:trPr>
          <w:trHeight w:val="735"/>
        </w:trPr>
        <w:tc>
          <w:tcPr>
            <w:tcW w:w="714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12EBD7" w14:textId="77777777" w:rsidR="00387F6D" w:rsidRPr="00387F6D" w:rsidRDefault="00387F6D" w:rsidP="00387F6D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985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EE8002" w14:textId="77777777" w:rsidR="00387F6D" w:rsidRPr="00387F6D" w:rsidRDefault="00387F6D" w:rsidP="00387F6D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Denumirea echipamentelor/</w:t>
            </w:r>
            <w:r w:rsidR="00F5283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 dotărilor/ </w:t>
            </w:r>
            <w:r w:rsidRPr="00387F6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lucrărilor/ serviciilor</w:t>
            </w:r>
          </w:p>
        </w:tc>
        <w:tc>
          <w:tcPr>
            <w:tcW w:w="708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B18B97" w14:textId="77777777" w:rsidR="00387F6D" w:rsidRPr="00387F6D" w:rsidRDefault="00387F6D" w:rsidP="00387F6D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UM</w:t>
            </w:r>
          </w:p>
        </w:tc>
        <w:tc>
          <w:tcPr>
            <w:tcW w:w="1187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4508E7" w14:textId="77777777" w:rsidR="00387F6D" w:rsidRPr="00387F6D" w:rsidRDefault="00387F6D" w:rsidP="00387F6D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Cantitate</w:t>
            </w:r>
          </w:p>
        </w:tc>
        <w:tc>
          <w:tcPr>
            <w:tcW w:w="117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737915" w14:textId="77777777" w:rsidR="00387F6D" w:rsidRPr="00387F6D" w:rsidRDefault="007F6E00" w:rsidP="00387F6D">
            <w:pPr>
              <w:spacing w:before="120" w:after="240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Prețul</w:t>
            </w:r>
            <w:r w:rsidR="00387F6D" w:rsidRPr="00387F6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 unitar</w:t>
            </w:r>
            <w:r w:rsidR="00387F6D" w:rsidRPr="00387F6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br/>
              <w:t>(fără T.V.A)</w:t>
            </w:r>
          </w:p>
        </w:tc>
        <w:tc>
          <w:tcPr>
            <w:tcW w:w="1469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F8FB70" w14:textId="77777777" w:rsidR="00387F6D" w:rsidRPr="00387F6D" w:rsidRDefault="00387F6D" w:rsidP="00387F6D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Valoare</w:t>
            </w:r>
          </w:p>
          <w:p w14:paraId="4ED2C53D" w14:textId="77777777" w:rsidR="00387F6D" w:rsidRPr="00387F6D" w:rsidRDefault="00387F6D" w:rsidP="00387F6D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totală  </w:t>
            </w:r>
          </w:p>
        </w:tc>
        <w:tc>
          <w:tcPr>
            <w:tcW w:w="1080" w:type="dxa"/>
            <w:shd w:val="clear" w:color="auto" w:fill="D9D9D9"/>
          </w:tcPr>
          <w:p w14:paraId="06E58EEE" w14:textId="77777777" w:rsidR="00387F6D" w:rsidRPr="00387F6D" w:rsidRDefault="00387F6D" w:rsidP="00387F6D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Linia bugetară</w:t>
            </w:r>
          </w:p>
        </w:tc>
        <w:tc>
          <w:tcPr>
            <w:tcW w:w="1733" w:type="dxa"/>
            <w:shd w:val="clear" w:color="auto" w:fill="D9D9D9"/>
          </w:tcPr>
          <w:p w14:paraId="2FA8E4CD" w14:textId="77777777" w:rsidR="00387F6D" w:rsidRPr="00387F6D" w:rsidRDefault="00387F6D" w:rsidP="007E74CD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Eligibil/neeligibil</w:t>
            </w:r>
          </w:p>
          <w:p w14:paraId="7D5E69FB" w14:textId="77777777" w:rsidR="00387F6D" w:rsidRPr="007E74CD" w:rsidRDefault="00387F6D" w:rsidP="00387F6D">
            <w:pPr>
              <w:spacing w:before="120" w:after="120"/>
              <w:jc w:val="center"/>
              <w:rPr>
                <w:rFonts w:asciiTheme="minorHAnsi" w:hAnsiTheme="minorHAnsi" w:cstheme="minorHAnsi"/>
                <w:bCs/>
                <w:i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 </w:t>
            </w:r>
            <w:r w:rsidRPr="007E74CD">
              <w:rPr>
                <w:rFonts w:asciiTheme="minorHAnsi" w:hAnsiTheme="minorHAnsi" w:cstheme="minorHAnsi"/>
                <w:bCs/>
                <w:i/>
                <w:color w:val="000000"/>
                <w:lang w:eastAsia="ro-RO"/>
              </w:rPr>
              <w:t xml:space="preserve">(se va </w:t>
            </w:r>
            <w:r w:rsidR="007F6E00" w:rsidRPr="007E74CD">
              <w:rPr>
                <w:rFonts w:asciiTheme="minorHAnsi" w:hAnsiTheme="minorHAnsi" w:cstheme="minorHAnsi"/>
                <w:bCs/>
                <w:i/>
                <w:color w:val="000000"/>
                <w:lang w:eastAsia="ro-RO"/>
              </w:rPr>
              <w:t>menționa</w:t>
            </w:r>
            <w:r w:rsidRPr="007E74CD">
              <w:rPr>
                <w:rFonts w:asciiTheme="minorHAnsi" w:hAnsiTheme="minorHAnsi" w:cstheme="minorHAnsi"/>
                <w:bCs/>
                <w:i/>
                <w:color w:val="000000"/>
                <w:lang w:eastAsia="ro-RO"/>
              </w:rPr>
              <w:t xml:space="preserve"> suma inclusă pe eligibil </w:t>
            </w:r>
            <w:r w:rsidR="007F6E00" w:rsidRPr="007E74CD">
              <w:rPr>
                <w:rFonts w:asciiTheme="minorHAnsi" w:hAnsiTheme="minorHAnsi" w:cstheme="minorHAnsi"/>
                <w:bCs/>
                <w:i/>
                <w:color w:val="000000"/>
                <w:lang w:eastAsia="ro-RO"/>
              </w:rPr>
              <w:t>și</w:t>
            </w:r>
            <w:r w:rsidRPr="007E74CD">
              <w:rPr>
                <w:rFonts w:asciiTheme="minorHAnsi" w:hAnsiTheme="minorHAnsi" w:cstheme="minorHAnsi"/>
                <w:bCs/>
                <w:i/>
                <w:color w:val="000000"/>
                <w:lang w:eastAsia="ro-RO"/>
              </w:rPr>
              <w:t xml:space="preserve"> suma inclusă pe neeligibil)</w:t>
            </w:r>
          </w:p>
        </w:tc>
      </w:tr>
      <w:tr w:rsidR="00387F6D" w:rsidRPr="00387F6D" w14:paraId="53E65B26" w14:textId="77777777" w:rsidTr="000A2C6C">
        <w:trPr>
          <w:trHeight w:val="435"/>
        </w:trPr>
        <w:tc>
          <w:tcPr>
            <w:tcW w:w="71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A63667" w14:textId="77777777" w:rsidR="00387F6D" w:rsidRPr="00387F6D" w:rsidRDefault="00387F6D" w:rsidP="00387F6D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0</w:t>
            </w:r>
          </w:p>
        </w:tc>
        <w:tc>
          <w:tcPr>
            <w:tcW w:w="198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81F4F8" w14:textId="77777777" w:rsidR="00387F6D" w:rsidRPr="00387F6D" w:rsidRDefault="00387F6D" w:rsidP="00387F6D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1</w:t>
            </w:r>
          </w:p>
        </w:tc>
        <w:tc>
          <w:tcPr>
            <w:tcW w:w="70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9FA922" w14:textId="77777777" w:rsidR="00387F6D" w:rsidRPr="00387F6D" w:rsidRDefault="00387F6D" w:rsidP="00387F6D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2</w:t>
            </w:r>
          </w:p>
        </w:tc>
        <w:tc>
          <w:tcPr>
            <w:tcW w:w="118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284B6C" w14:textId="77777777" w:rsidR="00387F6D" w:rsidRPr="00387F6D" w:rsidRDefault="00387F6D" w:rsidP="00387F6D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3</w:t>
            </w:r>
          </w:p>
        </w:tc>
        <w:tc>
          <w:tcPr>
            <w:tcW w:w="1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E278C6" w14:textId="77777777" w:rsidR="00387F6D" w:rsidRPr="00387F6D" w:rsidRDefault="00387F6D" w:rsidP="00387F6D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4</w:t>
            </w:r>
          </w:p>
        </w:tc>
        <w:tc>
          <w:tcPr>
            <w:tcW w:w="146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403E96" w14:textId="77777777" w:rsidR="00387F6D" w:rsidRPr="00387F6D" w:rsidRDefault="00387F6D" w:rsidP="00387F6D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5(3x4)</w:t>
            </w:r>
          </w:p>
        </w:tc>
        <w:tc>
          <w:tcPr>
            <w:tcW w:w="1080" w:type="dxa"/>
            <w:shd w:val="clear" w:color="auto" w:fill="FFFFFF"/>
          </w:tcPr>
          <w:p w14:paraId="60ADE7AB" w14:textId="77777777" w:rsidR="00387F6D" w:rsidRPr="00387F6D" w:rsidRDefault="00387F6D" w:rsidP="00387F6D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733" w:type="dxa"/>
            <w:shd w:val="clear" w:color="auto" w:fill="FFFFFF"/>
          </w:tcPr>
          <w:p w14:paraId="0A9D6989" w14:textId="77777777" w:rsidR="00387F6D" w:rsidRPr="00387F6D" w:rsidRDefault="00387F6D" w:rsidP="00387F6D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387F6D" w:rsidRPr="00387F6D" w14:paraId="0A1180C7" w14:textId="77777777" w:rsidTr="00F14CFD">
        <w:trPr>
          <w:trHeight w:val="264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43AB5A" w14:textId="77777777"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Echipamente și dotări</w:t>
            </w:r>
          </w:p>
        </w:tc>
      </w:tr>
      <w:tr w:rsidR="00387F6D" w:rsidRPr="00387F6D" w14:paraId="2DDADFE2" w14:textId="77777777" w:rsidTr="000A2C6C">
        <w:trPr>
          <w:trHeight w:val="300"/>
        </w:trPr>
        <w:tc>
          <w:tcPr>
            <w:tcW w:w="71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86070B" w14:textId="77777777"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98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C9060B" w14:textId="77777777"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70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F98DB0" w14:textId="77777777"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18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BD93E6" w14:textId="77777777"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DF94CE" w14:textId="77777777"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5C69CB" w14:textId="77777777"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14:paraId="41536B1C" w14:textId="77777777"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14:paraId="3840ED42" w14:textId="77777777"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387F6D" w:rsidRPr="00387F6D" w14:paraId="5523F640" w14:textId="77777777" w:rsidTr="000A2C6C">
        <w:trPr>
          <w:trHeight w:val="300"/>
        </w:trPr>
        <w:tc>
          <w:tcPr>
            <w:tcW w:w="71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CBB1F3" w14:textId="77777777"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98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7690BD" w14:textId="77777777"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70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9B9E38" w14:textId="77777777"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18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1191FA" w14:textId="77777777"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19F02C" w14:textId="77777777"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1FA558" w14:textId="77777777"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14:paraId="01170740" w14:textId="77777777"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14:paraId="6B7DD367" w14:textId="77777777"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387F6D" w:rsidRPr="00387F6D" w14:paraId="66416D4A" w14:textId="77777777" w:rsidTr="00F14CFD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AAE6EA" w14:textId="77777777" w:rsidR="00387F6D" w:rsidRPr="00387F6D" w:rsidRDefault="00387F6D" w:rsidP="00387F6D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698DE7" w14:textId="77777777"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75AA29" w14:textId="77777777"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14:paraId="030DDF88" w14:textId="77777777"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733" w:type="dxa"/>
            <w:shd w:val="clear" w:color="auto" w:fill="F2F2F2"/>
          </w:tcPr>
          <w:p w14:paraId="464528F7" w14:textId="77777777"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387F6D" w:rsidRPr="00387F6D" w14:paraId="6ADF298A" w14:textId="77777777" w:rsidTr="00F14CFD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0A8D64" w14:textId="77777777"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  <w:r w:rsidR="007F6E00" w:rsidRPr="00387F6D">
              <w:rPr>
                <w:rFonts w:asciiTheme="minorHAnsi" w:hAnsiTheme="minorHAnsi" w:cstheme="minorHAnsi"/>
                <w:color w:val="000000"/>
                <w:lang w:eastAsia="ro-RO"/>
              </w:rPr>
              <w:t>Lucrări</w:t>
            </w:r>
            <w:r w:rsidR="007F6E00">
              <w:rPr>
                <w:rFonts w:asciiTheme="minorHAnsi" w:hAnsiTheme="minorHAnsi" w:cstheme="minorHAnsi"/>
                <w:color w:val="000000"/>
                <w:lang w:eastAsia="ro-RO"/>
              </w:rPr>
              <w:t xml:space="preserve"> </w:t>
            </w: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-</w:t>
            </w:r>
            <w:r w:rsidR="007F6E00">
              <w:rPr>
                <w:rFonts w:asciiTheme="minorHAnsi" w:hAnsiTheme="minorHAnsi" w:cstheme="minorHAnsi"/>
                <w:color w:val="000000"/>
                <w:lang w:eastAsia="ro-RO"/>
              </w:rPr>
              <w:t xml:space="preserve"> </w:t>
            </w: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 xml:space="preserve">Denumire obiect de </w:t>
            </w:r>
            <w:r w:rsidR="007F6E00" w:rsidRPr="00387F6D">
              <w:rPr>
                <w:rFonts w:asciiTheme="minorHAnsi" w:hAnsiTheme="minorHAnsi" w:cstheme="minorHAnsi"/>
                <w:color w:val="000000"/>
                <w:lang w:eastAsia="ro-RO"/>
              </w:rPr>
              <w:t>investiții</w:t>
            </w: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, de exemplu:</w:t>
            </w:r>
          </w:p>
        </w:tc>
      </w:tr>
      <w:tr w:rsidR="00387F6D" w:rsidRPr="00387F6D" w14:paraId="080F68A2" w14:textId="77777777" w:rsidTr="00EF56BB">
        <w:trPr>
          <w:trHeight w:val="300"/>
        </w:trPr>
        <w:tc>
          <w:tcPr>
            <w:tcW w:w="71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E4988D9" w14:textId="77777777"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</w:p>
        </w:tc>
        <w:tc>
          <w:tcPr>
            <w:tcW w:w="198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613AE18" w14:textId="4B9B35C4"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</w:p>
        </w:tc>
        <w:tc>
          <w:tcPr>
            <w:tcW w:w="70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0AB094" w14:textId="77777777"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18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24D9C9" w14:textId="77777777"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C3BA73" w14:textId="77777777"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D4C418" w14:textId="77777777"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14:paraId="65737900" w14:textId="77777777"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14:paraId="19F5DC41" w14:textId="77777777"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387F6D" w:rsidRPr="00387F6D" w14:paraId="3F5A721F" w14:textId="77777777" w:rsidTr="00EF56BB">
        <w:trPr>
          <w:trHeight w:val="300"/>
        </w:trPr>
        <w:tc>
          <w:tcPr>
            <w:tcW w:w="71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22DB91C" w14:textId="77777777"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</w:p>
        </w:tc>
        <w:tc>
          <w:tcPr>
            <w:tcW w:w="198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F235218" w14:textId="1C6A7733" w:rsidR="00387F6D" w:rsidRPr="002063AB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highlight w:val="yellow"/>
                <w:lang w:eastAsia="ro-RO"/>
              </w:rPr>
            </w:pPr>
          </w:p>
        </w:tc>
        <w:tc>
          <w:tcPr>
            <w:tcW w:w="70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114446" w14:textId="77777777"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18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751E4D" w14:textId="77777777"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1846E4" w14:textId="77777777"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646748" w14:textId="77777777"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14:paraId="22DAEF74" w14:textId="77777777"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14:paraId="4420F4C1" w14:textId="77777777"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387F6D" w:rsidRPr="00387F6D" w14:paraId="693F00A2" w14:textId="77777777" w:rsidTr="000A2C6C">
        <w:trPr>
          <w:trHeight w:val="300"/>
        </w:trPr>
        <w:tc>
          <w:tcPr>
            <w:tcW w:w="71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BD8D938" w14:textId="77777777"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98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911F789" w14:textId="77777777"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etc</w:t>
            </w:r>
          </w:p>
        </w:tc>
        <w:tc>
          <w:tcPr>
            <w:tcW w:w="70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1521377" w14:textId="77777777"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18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4C1AE20" w14:textId="77777777"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541B8B3" w14:textId="77777777"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55771E9" w14:textId="77777777"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080" w:type="dxa"/>
          </w:tcPr>
          <w:p w14:paraId="76B9CB09" w14:textId="77777777"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14:paraId="50AF1ED7" w14:textId="77777777"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387F6D" w:rsidRPr="00387F6D" w14:paraId="0A8EF0CD" w14:textId="77777777" w:rsidTr="00F14CFD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084196" w14:textId="77777777" w:rsidR="00387F6D" w:rsidRPr="00387F6D" w:rsidRDefault="00387F6D" w:rsidP="00387F6D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C8DF33" w14:textId="77777777"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277AD9" w14:textId="77777777"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14:paraId="0AA0B013" w14:textId="77777777"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733" w:type="dxa"/>
            <w:shd w:val="clear" w:color="auto" w:fill="F2F2F2"/>
          </w:tcPr>
          <w:p w14:paraId="518F8931" w14:textId="77777777"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387F6D" w:rsidRPr="00387F6D" w14:paraId="4B13042B" w14:textId="77777777" w:rsidTr="00F14CFD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B88D57" w14:textId="77777777"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Denumire servicii</w:t>
            </w:r>
          </w:p>
        </w:tc>
      </w:tr>
      <w:tr w:rsidR="00387F6D" w:rsidRPr="00387F6D" w14:paraId="3D8E1E4F" w14:textId="77777777" w:rsidTr="000A2C6C">
        <w:trPr>
          <w:trHeight w:val="300"/>
        </w:trPr>
        <w:tc>
          <w:tcPr>
            <w:tcW w:w="71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93BCFD" w14:textId="77777777"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98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C607CF" w14:textId="77777777"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70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265821" w14:textId="77777777"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18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0FD237" w14:textId="77777777"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0054DC" w14:textId="77777777"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C43D55" w14:textId="77777777"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14:paraId="6371D5AC" w14:textId="77777777"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14:paraId="211F01A0" w14:textId="77777777"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387F6D" w:rsidRPr="00387F6D" w14:paraId="1BB202E8" w14:textId="77777777" w:rsidTr="000A2C6C">
        <w:trPr>
          <w:trHeight w:val="300"/>
        </w:trPr>
        <w:tc>
          <w:tcPr>
            <w:tcW w:w="71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2D859C" w14:textId="77777777"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98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6B5B08" w14:textId="77777777"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70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9025EF" w14:textId="77777777"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18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0C2E78" w14:textId="77777777"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5F99F8" w14:textId="77777777"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A299E8" w14:textId="77777777"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14:paraId="4FF738D0" w14:textId="77777777"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14:paraId="5A4B741A" w14:textId="77777777"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387F6D" w:rsidRPr="00387F6D" w14:paraId="6CDCF417" w14:textId="77777777" w:rsidTr="000A2C6C">
        <w:trPr>
          <w:trHeight w:val="300"/>
        </w:trPr>
        <w:tc>
          <w:tcPr>
            <w:tcW w:w="71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26429E" w14:textId="77777777"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98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D6740D" w14:textId="77777777"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70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2EE999" w14:textId="77777777"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18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C44204" w14:textId="77777777"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25461C" w14:textId="77777777"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FF4B8F" w14:textId="77777777"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14:paraId="160266F3" w14:textId="77777777"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14:paraId="75342784" w14:textId="77777777"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387F6D" w:rsidRPr="00387F6D" w14:paraId="3762F21C" w14:textId="77777777" w:rsidTr="00F14CFD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8D059F" w14:textId="77777777" w:rsidR="00387F6D" w:rsidRPr="00387F6D" w:rsidRDefault="00387F6D" w:rsidP="00387F6D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lastRenderedPageBreak/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1D9AED" w14:textId="77777777"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CD3ACE" w14:textId="77777777"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14:paraId="2255E055" w14:textId="77777777"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733" w:type="dxa"/>
            <w:shd w:val="clear" w:color="auto" w:fill="F2F2F2"/>
          </w:tcPr>
          <w:p w14:paraId="538BDB25" w14:textId="77777777"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387F6D" w:rsidRPr="00387F6D" w14:paraId="53059ECC" w14:textId="77777777" w:rsidTr="00F14CFD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9EEE394" w14:textId="77777777" w:rsidR="00387F6D" w:rsidRPr="00387F6D" w:rsidRDefault="00387F6D" w:rsidP="00387F6D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TOTAL GENERAL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C9D8294" w14:textId="77777777"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</w:p>
        </w:tc>
        <w:tc>
          <w:tcPr>
            <w:tcW w:w="1469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1A72B21" w14:textId="77777777"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080" w:type="dxa"/>
            <w:shd w:val="clear" w:color="auto" w:fill="F2F2F2"/>
          </w:tcPr>
          <w:p w14:paraId="552E4FC7" w14:textId="77777777"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733" w:type="dxa"/>
            <w:shd w:val="clear" w:color="auto" w:fill="F2F2F2"/>
          </w:tcPr>
          <w:p w14:paraId="6CB7675F" w14:textId="77777777"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</w:tbl>
    <w:p w14:paraId="19A9D88B" w14:textId="77777777" w:rsidR="005C7AFF" w:rsidRPr="00387F6D" w:rsidRDefault="005C7AFF" w:rsidP="00387F6D">
      <w:pPr>
        <w:jc w:val="both"/>
        <w:rPr>
          <w:rFonts w:asciiTheme="minorHAnsi" w:hAnsiTheme="minorHAnsi" w:cstheme="minorHAnsi"/>
        </w:rPr>
      </w:pPr>
    </w:p>
    <w:p w14:paraId="23E51D92" w14:textId="77777777" w:rsidR="00C916A3" w:rsidRPr="00387F6D" w:rsidRDefault="00C916A3" w:rsidP="00376CFE">
      <w:pPr>
        <w:rPr>
          <w:rFonts w:asciiTheme="minorHAnsi" w:hAnsiTheme="minorHAnsi" w:cstheme="minorHAnsi"/>
        </w:rPr>
      </w:pPr>
    </w:p>
    <w:p w14:paraId="27AC320C" w14:textId="77777777" w:rsidR="00C916A3" w:rsidRPr="00387F6D" w:rsidRDefault="00C916A3" w:rsidP="00376CFE">
      <w:pPr>
        <w:rPr>
          <w:rFonts w:asciiTheme="minorHAnsi" w:hAnsiTheme="minorHAnsi" w:cstheme="minorHAnsi"/>
        </w:rPr>
      </w:pPr>
    </w:p>
    <w:p w14:paraId="1408BF31" w14:textId="77777777" w:rsidR="0009018B" w:rsidRPr="00387F6D" w:rsidRDefault="0009018B" w:rsidP="00376CFE">
      <w:pPr>
        <w:rPr>
          <w:rFonts w:asciiTheme="minorHAnsi" w:hAnsiTheme="minorHAnsi" w:cstheme="minorHAnsi"/>
        </w:rPr>
      </w:pPr>
    </w:p>
    <w:p w14:paraId="2E9B838F" w14:textId="77777777" w:rsidR="0009018B" w:rsidRPr="00387F6D" w:rsidRDefault="0009018B" w:rsidP="00376CFE">
      <w:pPr>
        <w:rPr>
          <w:rFonts w:asciiTheme="minorHAnsi" w:hAnsiTheme="minorHAnsi" w:cstheme="minorHAnsi"/>
        </w:rPr>
      </w:pPr>
    </w:p>
    <w:sectPr w:rsidR="0009018B" w:rsidRPr="00387F6D" w:rsidSect="00387F6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707" w:bottom="2127" w:left="1247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82A90B" w14:textId="77777777" w:rsidR="006F14B9" w:rsidRDefault="006F14B9">
      <w:r>
        <w:separator/>
      </w:r>
    </w:p>
  </w:endnote>
  <w:endnote w:type="continuationSeparator" w:id="0">
    <w:p w14:paraId="5997D59B" w14:textId="77777777" w:rsidR="006F14B9" w:rsidRDefault="006F14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DF9F4" w14:textId="77777777" w:rsidR="0098781A" w:rsidRDefault="0098781A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 w14:paraId="30ED62B2" w14:textId="77777777">
      <w:trPr>
        <w:cantSplit/>
        <w:trHeight w:hRule="exact" w:val="340"/>
        <w:hidden/>
      </w:trPr>
      <w:tc>
        <w:tcPr>
          <w:tcW w:w="9210" w:type="dxa"/>
        </w:tcPr>
        <w:p w14:paraId="69746256" w14:textId="77777777" w:rsidR="002B3BB9" w:rsidRDefault="002B3BB9">
          <w:pPr>
            <w:pStyle w:val="Subsol"/>
            <w:rPr>
              <w:vanish/>
              <w:sz w:val="20"/>
            </w:rPr>
          </w:pPr>
        </w:p>
      </w:tc>
    </w:tr>
  </w:tbl>
  <w:p w14:paraId="1DF01E42" w14:textId="77777777" w:rsidR="00F12E7F" w:rsidRDefault="00387F6D" w:rsidP="00F12E7F">
    <w:pPr>
      <w:pStyle w:val="Subsol"/>
    </w:pPr>
    <w:r>
      <w:rPr>
        <w:noProof/>
        <w:lang w:eastAsia="ro-RO"/>
      </w:rPr>
      <w:drawing>
        <wp:anchor distT="0" distB="0" distL="114300" distR="114300" simplePos="0" relativeHeight="251664384" behindDoc="0" locked="0" layoutInCell="1" allowOverlap="1" wp14:anchorId="05F1676B" wp14:editId="19191E6F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Imagin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3B14264" wp14:editId="724CEDC3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94A2A8" w14:textId="77777777"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J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w/g2bHQr5o0sn0DB&#10;SoLAQIsw+GBRS/Udox6GSIr1tx1VDKPmvYBXEIfESta4DZnOI9ioc8vm3EJFAVApNhiNy5UZJ9Wu&#10;U3xbQ6Tx3Ql5Cy+n4k7Uz1kd3hsMCsftMNTsJDrfO6/n0bv8B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BDqSb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0C4A405D" wp14:editId="1793E044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7B32DE" w14:textId="77777777"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0" o:spid="_x0000_s1030" style="position:absolute;margin-left:-42.05pt;margin-top:-10.85pt;width:242.2pt;height:61.3pt;z-index:25166233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LwIJut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F0F5830" wp14:editId="2AB6E7DB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EB59326" w14:textId="77777777"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66DADDE3" w14:textId="77777777"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proofErr w:type="gramStart"/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-mail:</w:t>
                          </w:r>
                          <w:proofErr w:type="gramEnd"/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757F396F" w14:textId="77777777" w:rsidR="00F12E7F" w:rsidRPr="00FA2B09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8" o:spid="_x0000_s1033" type="#_x0000_t202" style="position:absolute;margin-left:311.1pt;margin-top:-2.15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RD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o2lRD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F12E7F" w:rsidRPr="00FA2B09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w:drawing>
        <wp:anchor distT="0" distB="0" distL="114300" distR="114300" simplePos="0" relativeHeight="251661312" behindDoc="0" locked="0" layoutInCell="1" allowOverlap="1" wp14:anchorId="45E97BCC" wp14:editId="293F26A4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Imagin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FC58A6B" w14:textId="77777777" w:rsidR="002B3BB9" w:rsidRDefault="002B3BB9">
    <w:pPr>
      <w:pStyle w:val="Subsol"/>
      <w:rPr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0B10E" w14:textId="77777777" w:rsidR="00072DDE" w:rsidRDefault="00387F6D">
    <w:pPr>
      <w:pStyle w:val="Subsol"/>
    </w:pPr>
    <w:r>
      <w:rPr>
        <w:noProof/>
        <w:lang w:eastAsia="ro-RO"/>
      </w:rPr>
      <w:drawing>
        <wp:anchor distT="0" distB="0" distL="114300" distR="114300" simplePos="0" relativeHeight="251659264" behindDoc="0" locked="0" layoutInCell="1" allowOverlap="1" wp14:anchorId="09FACA5C" wp14:editId="7531F36D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Imagin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8548BCB" wp14:editId="7E83B37F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E7118A9" w14:textId="77777777"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pR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pxilG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1D8A1DA7" wp14:editId="56A055BA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BF5EAC" w14:textId="77777777"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" o:spid="_x0000_s1035" style="position:absolute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c0BUHMEAACHDAAADgAAAAAAAAAAAAAAAAA8AgAAZHJzL2Uyb0RvYy54bWxQSwECLQAU&#10;AAYACAAAACEAWGCzG7oAAAAiAQAAGQAAAAAAAAAAAAAAAADbBgAAZHJzL19yZWxzL2Uyb0RvYy54&#10;bWwucmVsc1BLAQItABQABgAIAAAAIQAazLOL4QAAAAsBAAAPAAAAAAAAAAAAAAAAAMw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6005940A" wp14:editId="510D2ACF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50E43D" w14:textId="77777777"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5450F045" w14:textId="77777777"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proofErr w:type="gramStart"/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-mail:</w:t>
                          </w:r>
                          <w:proofErr w:type="gramEnd"/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401E676D" w14:textId="77777777"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8" o:spid="_x0000_s1038" type="#_x0000_t202" style="position:absolute;margin-left:311.1pt;margin-top:-2.15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CIRWquEAAAAKAQAADwAAAGRycy9kb3ducmV2&#10;LnhtbEyPQU/CQBCF7yb+h82YeIMtpYDWTokhkignLWg8Lt2xbezONt2F1n/vctLj5H1575tsPZpW&#10;nKl3jWWE2TQCQVxa3XCFcNhvJ3cgnFesVWuZEH7IwTq/vspUqu3Ab3QufCVCCbtUIdTed6mUrqzJ&#10;KDe1HXHIvmxvlA9nX0ndqyGUm1bGUbSURjUcFmrV0aam8rs4GYTdavby7KiQr5+uH7rFx3bTPL0j&#10;3t6Mjw8gPI3+D4aLflCHPDgd7Ym1Ey3CMo7jgCJMkjmICxAtkgTEEeF+NQeZZ/L/C/kv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AiEVqrhAAAACgEAAA8AAAAAAAAAAAAAAAAA9gQA&#10;AGRycy9kb3ducmV2LnhtbFBLBQYAAAAABAAEAPMAAAAEBgAAAAA=&#10;" stroked="f">
              <v:stroke dashstyle="1 1" endcap="round"/>
              <v:textbox>
                <w:txbxContent>
                  <w:p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w:drawing>
        <wp:anchor distT="0" distB="0" distL="114300" distR="114300" simplePos="0" relativeHeight="251656192" behindDoc="0" locked="0" layoutInCell="1" allowOverlap="1" wp14:anchorId="0130259D" wp14:editId="2F1FA66B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Imagin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5F0692" w14:textId="77777777" w:rsidR="006F14B9" w:rsidRDefault="006F14B9">
      <w:r>
        <w:separator/>
      </w:r>
    </w:p>
  </w:footnote>
  <w:footnote w:type="continuationSeparator" w:id="0">
    <w:p w14:paraId="2566D476" w14:textId="77777777" w:rsidR="006F14B9" w:rsidRDefault="006F14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542AB" w14:textId="77777777" w:rsidR="0098781A" w:rsidRDefault="002415F4">
    <w:pPr>
      <w:pStyle w:val="Antet"/>
    </w:pPr>
    <w:r>
      <w:rPr>
        <w:noProof/>
      </w:rPr>
      <w:pict w14:anchorId="7F001E8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3847094" o:spid="_x0000_s17410" type="#_x0000_t136" style="position:absolute;margin-left:0;margin-top:0;width:608pt;height:93.5pt;rotation:315;z-index:-251648000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5982E" w14:textId="77777777" w:rsidR="002B3BB9" w:rsidRPr="00851382" w:rsidRDefault="002415F4">
    <w:pPr>
      <w:pStyle w:val="Antet"/>
      <w:rPr>
        <w:color w:val="999999"/>
      </w:rPr>
    </w:pPr>
    <w:r>
      <w:rPr>
        <w:noProof/>
      </w:rPr>
      <w:pict w14:anchorId="42A1329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3847095" o:spid="_x0000_s17411" type="#_x0000_t136" style="position:absolute;margin-left:0;margin-top:0;width:608pt;height:93.5pt;rotation:315;z-index:-251645952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  <w10:wrap anchorx="margin" anchory="margin"/>
        </v:shape>
      </w:pict>
    </w:r>
    <w:r w:rsidR="00387F6D" w:rsidRPr="00851382">
      <w:rPr>
        <w:noProof/>
        <w:color w:val="999999"/>
        <w:sz w:val="20"/>
        <w:szCs w:val="20"/>
        <w:lang w:eastAsia="ro-RO"/>
      </w:rPr>
      <mc:AlternateContent>
        <mc:Choice Requires="wpg">
          <w:drawing>
            <wp:anchor distT="0" distB="0" distL="114300" distR="114300" simplePos="0" relativeHeight="251651072" behindDoc="0" locked="0" layoutInCell="1" allowOverlap="1" wp14:anchorId="3D1E67DA" wp14:editId="5282FB59">
              <wp:simplePos x="0" y="0"/>
              <wp:positionH relativeFrom="column">
                <wp:posOffset>4657725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401B0E" w14:textId="77777777" w:rsidR="00376CFE" w:rsidRDefault="00376CFE" w:rsidP="00376CFE">
                            <w:pPr>
                              <w:spacing w:line="330" w:lineRule="auto"/>
                            </w:pPr>
                          </w:p>
                          <w:p w14:paraId="725AD8AA" w14:textId="77777777" w:rsidR="00376CFE" w:rsidRPr="00851382" w:rsidRDefault="00376CFE" w:rsidP="00376CFE">
                            <w:pPr>
                              <w:pStyle w:val="Titlu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" o:spid="_x0000_s1026" style="position:absolute;margin-left:366.7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Kr4oAMAAKw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:rsidR="00376CFE" w:rsidRDefault="00376CFE" w:rsidP="00376CFE">
                      <w:pPr>
                        <w:spacing w:line="330" w:lineRule="auto"/>
                      </w:pPr>
                    </w:p>
                    <w:p w:rsidR="00376CFE" w:rsidRPr="00851382" w:rsidRDefault="00376CFE" w:rsidP="00376CFE">
                      <w:pPr>
                        <w:pStyle w:val="Titlu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 w:rsidR="00F52838">
      <w:rPr>
        <w:noProof/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 w:rsidR="00F52838">
      <w:rPr>
        <w:noProof/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44009" w14:textId="77777777" w:rsidR="002B3BB9" w:rsidRDefault="002415F4">
    <w:pPr>
      <w:pStyle w:val="Antet"/>
      <w:tabs>
        <w:tab w:val="clear" w:pos="4536"/>
        <w:tab w:val="clear" w:pos="9072"/>
        <w:tab w:val="left" w:pos="6473"/>
      </w:tabs>
    </w:pPr>
    <w:r>
      <w:rPr>
        <w:noProof/>
      </w:rPr>
      <w:pict w14:anchorId="76BA19C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3847093" o:spid="_x0000_s17409" type="#_x0000_t136" style="position:absolute;margin-left:0;margin-top:0;width:608pt;height:93.5pt;rotation:315;z-index:-251650048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  <w10:wrap anchorx="margin" anchory="margin"/>
        </v:shape>
      </w:pict>
    </w:r>
    <w:r w:rsidR="00387F6D">
      <w:rPr>
        <w:noProof/>
        <w:lang w:eastAsia="ro-RO"/>
      </w:rPr>
      <w:drawing>
        <wp:anchor distT="0" distB="0" distL="114300" distR="114300" simplePos="0" relativeHeight="251652096" behindDoc="0" locked="0" layoutInCell="1" allowOverlap="1" wp14:anchorId="5C7BA39C" wp14:editId="0E407A0E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15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87F6D">
      <w:rPr>
        <w:noProof/>
        <w:lang w:eastAsia="ro-RO"/>
      </w:rPr>
      <w:drawing>
        <wp:anchor distT="0" distB="0" distL="114300" distR="114300" simplePos="0" relativeHeight="251653120" behindDoc="0" locked="0" layoutInCell="1" allowOverlap="1" wp14:anchorId="5A973184" wp14:editId="75538B43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16" name="Imagine 16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87F6D">
      <w:rPr>
        <w:noProof/>
        <w:lang w:eastAsia="ro-RO"/>
      </w:rPr>
      <w:drawing>
        <wp:anchor distT="0" distB="0" distL="114300" distR="114300" simplePos="0" relativeHeight="251654144" behindDoc="0" locked="0" layoutInCell="1" allowOverlap="1" wp14:anchorId="21128247" wp14:editId="5E1C97DC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17" name="Imagine 17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1357258">
    <w:abstractNumId w:val="1"/>
  </w:num>
  <w:num w:numId="2" w16cid:durableId="3880398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17412"/>
    <o:shapelayout v:ext="edit">
      <o:idmap v:ext="edit" data="17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BB9"/>
    <w:rsid w:val="00072DDE"/>
    <w:rsid w:val="00080850"/>
    <w:rsid w:val="0009018B"/>
    <w:rsid w:val="00094830"/>
    <w:rsid w:val="000A2C6C"/>
    <w:rsid w:val="000C2AAE"/>
    <w:rsid w:val="001175F2"/>
    <w:rsid w:val="001357F6"/>
    <w:rsid w:val="00144BFD"/>
    <w:rsid w:val="001E7D06"/>
    <w:rsid w:val="002063AB"/>
    <w:rsid w:val="002415F4"/>
    <w:rsid w:val="002B3BB9"/>
    <w:rsid w:val="002E07E9"/>
    <w:rsid w:val="002F1246"/>
    <w:rsid w:val="00351F71"/>
    <w:rsid w:val="00376CFE"/>
    <w:rsid w:val="00387F6D"/>
    <w:rsid w:val="003E2E03"/>
    <w:rsid w:val="00474F02"/>
    <w:rsid w:val="00523BEA"/>
    <w:rsid w:val="00541264"/>
    <w:rsid w:val="005A6B00"/>
    <w:rsid w:val="005C21C9"/>
    <w:rsid w:val="005C7AFF"/>
    <w:rsid w:val="00643AC4"/>
    <w:rsid w:val="006B79B9"/>
    <w:rsid w:val="006F14B9"/>
    <w:rsid w:val="007209E0"/>
    <w:rsid w:val="00754551"/>
    <w:rsid w:val="007A69A6"/>
    <w:rsid w:val="007C403D"/>
    <w:rsid w:val="007E74CD"/>
    <w:rsid w:val="007F6E00"/>
    <w:rsid w:val="00851382"/>
    <w:rsid w:val="0088290B"/>
    <w:rsid w:val="008C26CE"/>
    <w:rsid w:val="008E7688"/>
    <w:rsid w:val="00936CF8"/>
    <w:rsid w:val="0095716B"/>
    <w:rsid w:val="0098781A"/>
    <w:rsid w:val="009F711B"/>
    <w:rsid w:val="00A06DE4"/>
    <w:rsid w:val="00AE4990"/>
    <w:rsid w:val="00B15233"/>
    <w:rsid w:val="00BD3175"/>
    <w:rsid w:val="00C05C7A"/>
    <w:rsid w:val="00C82AD1"/>
    <w:rsid w:val="00C916A3"/>
    <w:rsid w:val="00CC6C98"/>
    <w:rsid w:val="00CE1DFA"/>
    <w:rsid w:val="00D22014"/>
    <w:rsid w:val="00D94812"/>
    <w:rsid w:val="00DD113C"/>
    <w:rsid w:val="00E31672"/>
    <w:rsid w:val="00E753B1"/>
    <w:rsid w:val="00EF25AA"/>
    <w:rsid w:val="00EF56BB"/>
    <w:rsid w:val="00EF6CD7"/>
    <w:rsid w:val="00F12E7F"/>
    <w:rsid w:val="00F52838"/>
    <w:rsid w:val="00FD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2"/>
    <o:shapelayout v:ext="edit">
      <o:idmap v:ext="edit" data="1"/>
    </o:shapelayout>
  </w:shapeDefaults>
  <w:decimalSymbol w:val="."/>
  <w:listSeparator w:val=","/>
  <w14:docId w14:val="43C7F535"/>
  <w15:chartTrackingRefBased/>
  <w15:docId w15:val="{B03C5E12-6A1E-40A2-865D-2FD83A79C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 Narrow" w:hAnsi="Arial Narrow"/>
      <w:sz w:val="24"/>
      <w:szCs w:val="24"/>
      <w:lang w:eastAsia="de-DE"/>
    </w:rPr>
  </w:style>
  <w:style w:type="paragraph" w:styleId="Titlu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lu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lu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lu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Titlu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Titlu7">
    <w:name w:val="heading 7"/>
    <w:basedOn w:val="Normal"/>
    <w:next w:val="Normal"/>
    <w:qFormat/>
    <w:pPr>
      <w:spacing w:before="240" w:after="60"/>
      <w:outlineLvl w:val="6"/>
    </w:pPr>
  </w:style>
  <w:style w:type="paragraph" w:styleId="Titlu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Titlu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pPr>
      <w:tabs>
        <w:tab w:val="center" w:pos="4536"/>
        <w:tab w:val="right" w:pos="9072"/>
      </w:tabs>
    </w:pPr>
  </w:style>
  <w:style w:type="paragraph" w:styleId="Subsol">
    <w:name w:val="footer"/>
    <w:basedOn w:val="Normal"/>
    <w:pPr>
      <w:tabs>
        <w:tab w:val="center" w:pos="4536"/>
        <w:tab w:val="right" w:pos="9072"/>
      </w:tabs>
    </w:pPr>
  </w:style>
  <w:style w:type="character" w:styleId="Numrdepagin">
    <w:name w:val="page number"/>
    <w:basedOn w:val="Fontdeparagrafimplicit"/>
  </w:style>
  <w:style w:type="character" w:styleId="Hyperlink">
    <w:name w:val="Hyperlink"/>
    <w:rPr>
      <w:color w:val="0000FF"/>
      <w:u w:val="single"/>
    </w:rPr>
  </w:style>
  <w:style w:type="character" w:styleId="HyperlinkParcurs">
    <w:name w:val="FollowedHyperlink"/>
    <w:rPr>
      <w:color w:val="800080"/>
      <w:u w:val="single"/>
    </w:rPr>
  </w:style>
  <w:style w:type="character" w:styleId="Numrdelinie">
    <w:name w:val="line number"/>
    <w:rPr>
      <w:rFonts w:ascii="Arial Narrow" w:hAnsi="Arial Narrow"/>
    </w:rPr>
  </w:style>
  <w:style w:type="paragraph" w:styleId="Indentcorptext">
    <w:name w:val="Body Text Indent"/>
    <w:basedOn w:val="Normal"/>
    <w:link w:val="IndentcorptextCaracte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Corptext">
    <w:name w:val="Body Text"/>
    <w:basedOn w:val="Normal"/>
    <w:pPr>
      <w:jc w:val="both"/>
    </w:pPr>
  </w:style>
  <w:style w:type="character" w:customStyle="1" w:styleId="IndentcorptextCaracter">
    <w:name w:val="Indent corp text Caracter"/>
    <w:link w:val="Indentcorptext"/>
    <w:rsid w:val="008E7688"/>
    <w:rPr>
      <w:rFonts w:ascii="Arial Narrow" w:hAnsi="Arial Narrow"/>
      <w:szCs w:val="24"/>
      <w:lang w:val="ro-RO" w:eastAsia="de-DE"/>
    </w:rPr>
  </w:style>
  <w:style w:type="paragraph" w:styleId="TextnBalon">
    <w:name w:val="Balloon Text"/>
    <w:basedOn w:val="Normal"/>
    <w:link w:val="TextnBalonCaracter"/>
    <w:rsid w:val="005C21C9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link w:val="TextnBalon"/>
    <w:rsid w:val="005C21C9"/>
    <w:rPr>
      <w:rFonts w:ascii="Segoe UI" w:hAnsi="Segoe UI" w:cs="Segoe UI"/>
      <w:sz w:val="18"/>
      <w:szCs w:val="18"/>
      <w:lang w:val="ro-RO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87D21D-C453-40E7-8ECA-CF6109923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</Template>
  <TotalTime>13</TotalTime>
  <Pages>2</Pages>
  <Words>97</Words>
  <Characters>707</Characters>
  <Application>Microsoft Office Word</Application>
  <DocSecurity>0</DocSecurity>
  <Lines>5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803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Lucia Brabete</cp:lastModifiedBy>
  <cp:revision>11</cp:revision>
  <cp:lastPrinted>2022-03-29T08:07:00Z</cp:lastPrinted>
  <dcterms:created xsi:type="dcterms:W3CDTF">2023-05-29T10:17:00Z</dcterms:created>
  <dcterms:modified xsi:type="dcterms:W3CDTF">2023-12-21T11:57:00Z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56f419d3bfe03c052cfd206ffbf18409b340f8e3d54c38fa5a72268a3491e77e</vt:lpwstr>
  </property>
</Properties>
</file>